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</w:rPr>
        <w:t>Στις Αγγλοσαξονικές χώρες (κυρίως στις ΗΠΑ) για τη μέτρηση της θερμοκρασίας χρησιμοποιούνται οι βαθμοί Φαρενάιτ (</w:t>
      </w:r>
      <w:r w:rsidRPr="00244A44">
        <w:rPr>
          <w:rFonts w:ascii="Comic Sans MS" w:hAnsi="Comic Sans MS"/>
          <w:vertAlign w:val="superscript"/>
        </w:rPr>
        <w:t>ο</w:t>
      </w:r>
      <w:r w:rsidRPr="00244A44">
        <w:rPr>
          <w:rFonts w:ascii="Comic Sans MS" w:hAnsi="Comic Sans MS"/>
          <w:lang w:val="en-US"/>
        </w:rPr>
        <w:t>F</w:t>
      </w:r>
      <w:r w:rsidRPr="00244A44">
        <w:rPr>
          <w:rFonts w:ascii="Comic Sans MS" w:hAnsi="Comic Sans MS"/>
        </w:rPr>
        <w:t>). Στον υπόλοιπο κόσμο όμως, όπως και στη χώρα μας, χρησιμοποιούνται οι βαθμοί Κελσίου (</w:t>
      </w:r>
      <w:r w:rsidRPr="00244A44">
        <w:rPr>
          <w:rFonts w:ascii="Comic Sans MS" w:hAnsi="Comic Sans MS"/>
          <w:vertAlign w:val="superscript"/>
          <w:lang w:val="en-US"/>
        </w:rPr>
        <w:t>o</w:t>
      </w:r>
      <w:r w:rsidRPr="00244A44">
        <w:rPr>
          <w:rFonts w:ascii="Comic Sans MS" w:hAnsi="Comic Sans MS"/>
          <w:lang w:val="en-US"/>
        </w:rPr>
        <w:t>C</w:t>
      </w:r>
      <w:r w:rsidRPr="00244A44">
        <w:rPr>
          <w:rFonts w:ascii="Comic Sans MS" w:hAnsi="Comic Sans MS"/>
        </w:rPr>
        <w:t xml:space="preserve">). Η σχέση που συνδέει τους </w:t>
      </w:r>
      <w:r w:rsidRPr="00244A44">
        <w:rPr>
          <w:rFonts w:ascii="Comic Sans MS" w:hAnsi="Comic Sans MS"/>
          <w:vertAlign w:val="superscript"/>
        </w:rPr>
        <w:t>ο</w:t>
      </w:r>
      <w:r w:rsidRPr="00244A44">
        <w:rPr>
          <w:rFonts w:ascii="Comic Sans MS" w:hAnsi="Comic Sans MS"/>
          <w:lang w:val="en-US"/>
        </w:rPr>
        <w:t>F</w:t>
      </w:r>
      <w:r w:rsidRPr="00244A44">
        <w:rPr>
          <w:rFonts w:ascii="Comic Sans MS" w:hAnsi="Comic Sans MS"/>
        </w:rPr>
        <w:t xml:space="preserve"> και τους </w:t>
      </w:r>
      <w:r w:rsidRPr="00244A44">
        <w:rPr>
          <w:rFonts w:ascii="Comic Sans MS" w:hAnsi="Comic Sans MS"/>
          <w:vertAlign w:val="superscript"/>
          <w:lang w:val="en-US"/>
        </w:rPr>
        <w:t>o</w:t>
      </w:r>
      <w:r w:rsidRPr="00244A44">
        <w:rPr>
          <w:rFonts w:ascii="Comic Sans MS" w:hAnsi="Comic Sans MS"/>
          <w:lang w:val="en-US"/>
        </w:rPr>
        <w:t>C</w:t>
      </w:r>
      <w:r w:rsidRPr="00244A44">
        <w:rPr>
          <w:rFonts w:ascii="Comic Sans MS" w:hAnsi="Comic Sans MS"/>
        </w:rPr>
        <w:t xml:space="preserve"> είναι </w:t>
      </w:r>
      <w:r w:rsidRPr="00244A44">
        <w:rPr>
          <w:rFonts w:ascii="Comic Sans MS" w:hAnsi="Comic Sans MS"/>
          <w:position w:val="-10"/>
        </w:rPr>
        <w:object w:dxaOrig="1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5.75pt" o:ole="">
            <v:imagedata r:id="rId8" o:title=""/>
          </v:shape>
          <o:OLEObject Type="Embed" ProgID="Equation.3" ShapeID="_x0000_i1025" DrawAspect="Content" ObjectID="_1467499349" r:id="rId9"/>
        </w:object>
      </w:r>
      <w:r w:rsidRPr="00244A44">
        <w:rPr>
          <w:rFonts w:ascii="Comic Sans MS" w:hAnsi="Comic Sans MS"/>
        </w:rPr>
        <w:t>.</w:t>
      </w:r>
    </w:p>
    <w:p w:rsidR="00D97B07" w:rsidRPr="00244A44" w:rsidRDefault="00D97B07" w:rsidP="00D97B07">
      <w:pPr>
        <w:pStyle w:val="ListParagraph"/>
        <w:numPr>
          <w:ilvl w:val="0"/>
          <w:numId w:val="5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>Ένας Αμερικανός που θέλει να ταξιδέψει στην Ελλάδα πληροφορείται ότι, στην Αθήνα έχει θερμοκρασία 20</w:t>
      </w:r>
      <w:r w:rsidRPr="00244A44">
        <w:rPr>
          <w:szCs w:val="24"/>
          <w:vertAlign w:val="superscript"/>
        </w:rPr>
        <w:t>ο</w:t>
      </w:r>
      <w:r w:rsidRPr="00244A44">
        <w:rPr>
          <w:szCs w:val="24"/>
          <w:lang w:val="en-US"/>
        </w:rPr>
        <w:t>C</w:t>
      </w:r>
      <w:r w:rsidRPr="00244A44">
        <w:rPr>
          <w:szCs w:val="24"/>
        </w:rPr>
        <w:t xml:space="preserve">. Μπορείτε να τον βοηθήσετε να μετατρέψει αυτή τη θερμοκρασία σε </w:t>
      </w:r>
      <w:r w:rsidRPr="00244A44">
        <w:rPr>
          <w:szCs w:val="24"/>
          <w:vertAlign w:val="superscript"/>
        </w:rPr>
        <w:t>ο</w:t>
      </w:r>
      <w:r w:rsidRPr="00244A44">
        <w:rPr>
          <w:szCs w:val="24"/>
          <w:lang w:val="en-US"/>
        </w:rPr>
        <w:t>F</w:t>
      </w:r>
      <w:r w:rsidRPr="00244A44">
        <w:rPr>
          <w:szCs w:val="24"/>
        </w:rPr>
        <w:t>;</w:t>
      </w:r>
    </w:p>
    <w:p w:rsidR="00D97B07" w:rsidRPr="00244A44" w:rsidRDefault="00D97B07" w:rsidP="00D97B07">
      <w:pPr>
        <w:pStyle w:val="ListParagraph"/>
        <w:spacing w:line="360" w:lineRule="auto"/>
        <w:ind w:left="426"/>
        <w:rPr>
          <w:szCs w:val="24"/>
        </w:rPr>
      </w:pP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D97B07">
        <w:tc>
          <w:tcPr>
            <w:tcW w:w="9781" w:type="dxa"/>
          </w:tcPr>
          <w:p w:rsidR="00D97B07" w:rsidRPr="00244A44" w:rsidRDefault="00D97B07" w:rsidP="00D97B07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D97B07">
        <w:tc>
          <w:tcPr>
            <w:tcW w:w="9781" w:type="dxa"/>
          </w:tcPr>
          <w:p w:rsidR="00D97B07" w:rsidRPr="00244A44" w:rsidRDefault="00D97B07" w:rsidP="00D97B07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D97B07">
        <w:tc>
          <w:tcPr>
            <w:tcW w:w="9781" w:type="dxa"/>
          </w:tcPr>
          <w:p w:rsidR="00D97B07" w:rsidRPr="00244A44" w:rsidRDefault="00D97B07" w:rsidP="00D97B07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D97B07">
        <w:tc>
          <w:tcPr>
            <w:tcW w:w="9781" w:type="dxa"/>
          </w:tcPr>
          <w:p w:rsidR="00D97B07" w:rsidRPr="00244A44" w:rsidRDefault="00D97B07" w:rsidP="00D97B07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D97B07">
        <w:tc>
          <w:tcPr>
            <w:tcW w:w="9781" w:type="dxa"/>
          </w:tcPr>
          <w:p w:rsidR="00D97B07" w:rsidRPr="00244A44" w:rsidRDefault="00D97B07" w:rsidP="00D97B07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pStyle w:val="ListParagraph"/>
        <w:numPr>
          <w:ilvl w:val="0"/>
          <w:numId w:val="5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>Ένας Έλληνας που θέλει να ταξιδέψει στη Νέα Υόρκη πληροφορείτε ότι, εκεί έχει θερμοκρασία 41</w:t>
      </w:r>
      <w:r w:rsidRPr="00244A44">
        <w:rPr>
          <w:szCs w:val="24"/>
          <w:vertAlign w:val="superscript"/>
        </w:rPr>
        <w:t xml:space="preserve">ο </w:t>
      </w:r>
      <w:r w:rsidRPr="00244A44">
        <w:rPr>
          <w:szCs w:val="24"/>
          <w:lang w:val="en-US"/>
        </w:rPr>
        <w:t>F</w:t>
      </w:r>
      <w:r w:rsidRPr="00244A44">
        <w:rPr>
          <w:szCs w:val="24"/>
          <w:vertAlign w:val="superscript"/>
        </w:rPr>
        <w:t xml:space="preserve"> </w:t>
      </w:r>
      <w:r w:rsidRPr="00244A44">
        <w:rPr>
          <w:szCs w:val="24"/>
        </w:rPr>
        <w:t>. Πιστεύετε ότι πρέπει να πάρει μαζί του χειμωνιάτικα ρούχα, όπως πουλόβερ και μπουφάν ή κοντομάνικα καλοκαιρινά ρούχα; ………………………………………………………</w:t>
      </w:r>
    </w:p>
    <w:p w:rsidR="00D97B07" w:rsidRPr="00244A44" w:rsidRDefault="00D97B07" w:rsidP="00D97B07">
      <w:pPr>
        <w:pStyle w:val="ListParagraph"/>
        <w:numPr>
          <w:ilvl w:val="0"/>
          <w:numId w:val="5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 xml:space="preserve">Μπορείτε να τον βοηθήσετε να μετατρέψει αυτή τη θερμοκρασία σε </w:t>
      </w:r>
      <w:r w:rsidRPr="00244A44">
        <w:rPr>
          <w:szCs w:val="24"/>
          <w:vertAlign w:val="superscript"/>
        </w:rPr>
        <w:t>ο</w:t>
      </w:r>
      <w:r w:rsidRPr="00244A44">
        <w:rPr>
          <w:szCs w:val="24"/>
          <w:lang w:val="en-US"/>
        </w:rPr>
        <w:t>C</w:t>
      </w:r>
      <w:r w:rsidRPr="00244A44">
        <w:rPr>
          <w:szCs w:val="24"/>
        </w:rPr>
        <w:t>, ώστε να ελέγξουμε την ορθότητα της προηγούμενης απάντησης;</w:t>
      </w:r>
    </w:p>
    <w:p w:rsidR="00D97B07" w:rsidRPr="00244A44" w:rsidRDefault="00D97B07" w:rsidP="00D97B07">
      <w:pPr>
        <w:pStyle w:val="ListParagraph"/>
        <w:spacing w:line="360" w:lineRule="auto"/>
        <w:ind w:left="426"/>
        <w:rPr>
          <w:szCs w:val="24"/>
        </w:rPr>
      </w:pP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pStyle w:val="ListParagraph"/>
        <w:numPr>
          <w:ilvl w:val="0"/>
          <w:numId w:val="5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 xml:space="preserve">Να μετατρέψετε σε βαθμούς Κελσίου τις θερμοκρασίες τριών ακόμα Αμερικανικών πόλεων: </w:t>
      </w:r>
    </w:p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</w:rPr>
        <w:t>α) Βοστόνη 23</w:t>
      </w:r>
      <w:r w:rsidRPr="00244A44">
        <w:rPr>
          <w:rFonts w:ascii="Comic Sans MS" w:hAnsi="Comic Sans MS"/>
          <w:vertAlign w:val="superscript"/>
        </w:rPr>
        <w:t xml:space="preserve">ο </w:t>
      </w:r>
      <w:r w:rsidRPr="00244A44">
        <w:rPr>
          <w:rFonts w:ascii="Comic Sans MS" w:hAnsi="Comic Sans MS"/>
          <w:lang w:val="en-US"/>
        </w:rPr>
        <w:t>F</w:t>
      </w:r>
      <w:r w:rsidRPr="00244A44">
        <w:rPr>
          <w:rFonts w:ascii="Comic Sans MS" w:hAnsi="Comic Sans MS"/>
        </w:rPr>
        <w:t>,</w:t>
      </w: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  <w:lang w:val="en-US"/>
        </w:rPr>
      </w:pPr>
      <w:r w:rsidRPr="00244A44">
        <w:rPr>
          <w:rFonts w:ascii="Comic Sans MS" w:hAnsi="Comic Sans MS"/>
        </w:rPr>
        <w:t>β) Βαλτιμόρη 32</w:t>
      </w:r>
      <w:r w:rsidRPr="00244A44">
        <w:rPr>
          <w:rFonts w:ascii="Comic Sans MS" w:hAnsi="Comic Sans MS"/>
          <w:vertAlign w:val="superscript"/>
        </w:rPr>
        <w:t xml:space="preserve">ο </w:t>
      </w:r>
      <w:r w:rsidRPr="00244A44">
        <w:rPr>
          <w:rFonts w:ascii="Comic Sans MS" w:hAnsi="Comic Sans MS"/>
          <w:lang w:val="en-US"/>
        </w:rPr>
        <w:t>F</w:t>
      </w:r>
    </w:p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  <w:lang w:val="en-US"/>
        </w:rPr>
      </w:pP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  <w:lang w:val="en-US"/>
        </w:rPr>
      </w:pPr>
      <w:r w:rsidRPr="00244A44">
        <w:rPr>
          <w:rFonts w:ascii="Comic Sans MS" w:hAnsi="Comic Sans MS"/>
        </w:rPr>
        <w:t>γ) Λος Άντζελες 59</w:t>
      </w:r>
      <w:r w:rsidRPr="00244A44">
        <w:rPr>
          <w:rFonts w:ascii="Comic Sans MS" w:hAnsi="Comic Sans MS"/>
          <w:vertAlign w:val="superscript"/>
        </w:rPr>
        <w:t xml:space="preserve">ο </w:t>
      </w:r>
      <w:r w:rsidRPr="00244A44">
        <w:rPr>
          <w:rFonts w:ascii="Comic Sans MS" w:hAnsi="Comic Sans MS"/>
          <w:lang w:val="en-US"/>
        </w:rPr>
        <w:t>F</w:t>
      </w:r>
    </w:p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143E01">
      <w:pPr>
        <w:pStyle w:val="ListParagraph"/>
        <w:numPr>
          <w:ilvl w:val="0"/>
          <w:numId w:val="6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 xml:space="preserve">Αντί να επαναλάβετε τρεις φορές την ίδια διαδικασία, να λύσετε πρώτα τον τύπο </w:t>
      </w:r>
      <w:r w:rsidRPr="00244A44">
        <w:rPr>
          <w:position w:val="-10"/>
          <w:szCs w:val="24"/>
        </w:rPr>
        <w:object w:dxaOrig="1380" w:dyaOrig="320">
          <v:shape id="_x0000_i1026" type="#_x0000_t75" style="width:69pt;height:15.75pt" o:ole="">
            <v:imagedata r:id="rId8" o:title=""/>
          </v:shape>
          <o:OLEObject Type="Embed" ProgID="Equation.3" ShapeID="_x0000_i1026" DrawAspect="Content" ObjectID="_1467499350" r:id="rId10"/>
        </w:object>
      </w:r>
      <w:r w:rsidRPr="00244A44">
        <w:rPr>
          <w:szCs w:val="24"/>
        </w:rPr>
        <w:t xml:space="preserve"> ως προς </w:t>
      </w:r>
      <w:r w:rsidRPr="00244A44">
        <w:rPr>
          <w:position w:val="-6"/>
          <w:szCs w:val="24"/>
        </w:rPr>
        <w:object w:dxaOrig="240" w:dyaOrig="279">
          <v:shape id="_x0000_i1027" type="#_x0000_t75" style="width:12pt;height:14.25pt" o:ole="">
            <v:imagedata r:id="rId11" o:title=""/>
          </v:shape>
          <o:OLEObject Type="Embed" ProgID="Equation.3" ShapeID="_x0000_i1027" DrawAspect="Content" ObjectID="_1467499351" r:id="rId12"/>
        </w:object>
      </w:r>
      <w:r w:rsidRPr="00244A44">
        <w:rPr>
          <w:szCs w:val="24"/>
        </w:rPr>
        <w:t>.</w:t>
      </w:r>
    </w:p>
    <w:p w:rsidR="00D97B07" w:rsidRPr="00244A44" w:rsidRDefault="00D97B07" w:rsidP="00D97B07">
      <w:pPr>
        <w:pStyle w:val="ListParagraph"/>
        <w:spacing w:line="360" w:lineRule="auto"/>
        <w:ind w:left="426"/>
        <w:rPr>
          <w:szCs w:val="24"/>
        </w:rPr>
      </w:pP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D97B07" w:rsidRPr="00244A44" w:rsidTr="005B1D4B">
        <w:tc>
          <w:tcPr>
            <w:tcW w:w="9781" w:type="dxa"/>
          </w:tcPr>
          <w:p w:rsidR="00D97B07" w:rsidRPr="00244A44" w:rsidRDefault="00D97B07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  <w:b/>
        </w:rPr>
        <w:t>α)</w:t>
      </w:r>
      <w:r w:rsidRPr="00244A44">
        <w:rPr>
          <w:rFonts w:ascii="Comic Sans MS" w:hAnsi="Comic Sans MS"/>
        </w:rPr>
        <w:t xml:space="preserve"> Επομένως για </w:t>
      </w:r>
      <w:r w:rsidRPr="00244A44">
        <w:rPr>
          <w:rFonts w:ascii="Comic Sans MS" w:hAnsi="Comic Sans MS"/>
          <w:position w:val="-6"/>
        </w:rPr>
        <w:object w:dxaOrig="740" w:dyaOrig="279">
          <v:shape id="_x0000_i1028" type="#_x0000_t75" style="width:36.75pt;height:14.25pt" o:ole="">
            <v:imagedata r:id="rId13" o:title=""/>
          </v:shape>
          <o:OLEObject Type="Embed" ProgID="Equation.3" ShapeID="_x0000_i1028" DrawAspect="Content" ObjectID="_1467499352" r:id="rId14"/>
        </w:object>
      </w:r>
      <w:r w:rsidRPr="00244A44">
        <w:rPr>
          <w:rFonts w:ascii="Comic Sans MS" w:hAnsi="Comic Sans MS"/>
        </w:rPr>
        <w:t xml:space="preserve">, </w:t>
      </w:r>
      <w:r w:rsidRPr="00244A44">
        <w:rPr>
          <w:rFonts w:ascii="Comic Sans MS" w:hAnsi="Comic Sans MS"/>
          <w:position w:val="-6"/>
        </w:rPr>
        <w:object w:dxaOrig="440" w:dyaOrig="279">
          <v:shape id="_x0000_i1029" type="#_x0000_t75" style="width:21.75pt;height:14.25pt" o:ole="">
            <v:imagedata r:id="rId15" o:title=""/>
          </v:shape>
          <o:OLEObject Type="Embed" ProgID="Equation.3" ShapeID="_x0000_i1029" DrawAspect="Content" ObjectID="_1467499353" r:id="rId16"/>
        </w:object>
      </w:r>
      <w:r w:rsidRPr="00244A44">
        <w:rPr>
          <w:rFonts w:ascii="Comic Sans MS" w:hAnsi="Comic Sans MS"/>
        </w:rPr>
        <w:t>………………………………………………….…………….………………) …..………………….</w:t>
      </w:r>
    </w:p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  <w:b/>
        </w:rPr>
        <w:t>β)</w:t>
      </w:r>
      <w:r w:rsidRPr="00244A44">
        <w:rPr>
          <w:rFonts w:ascii="Comic Sans MS" w:hAnsi="Comic Sans MS"/>
        </w:rPr>
        <w:t xml:space="preserve"> Για </w:t>
      </w:r>
      <w:r w:rsidRPr="00244A44">
        <w:rPr>
          <w:rFonts w:ascii="Comic Sans MS" w:hAnsi="Comic Sans MS"/>
          <w:position w:val="-6"/>
        </w:rPr>
        <w:object w:dxaOrig="740" w:dyaOrig="279">
          <v:shape id="_x0000_i1030" type="#_x0000_t75" style="width:36.75pt;height:14.25pt" o:ole="">
            <v:imagedata r:id="rId17" o:title=""/>
          </v:shape>
          <o:OLEObject Type="Embed" ProgID="Equation.3" ShapeID="_x0000_i1030" DrawAspect="Content" ObjectID="_1467499354" r:id="rId18"/>
        </w:object>
      </w:r>
      <w:r w:rsidRPr="00244A44">
        <w:rPr>
          <w:rFonts w:ascii="Comic Sans MS" w:hAnsi="Comic Sans MS"/>
        </w:rPr>
        <w:t xml:space="preserve">,   </w:t>
      </w:r>
      <w:r w:rsidRPr="00244A44">
        <w:rPr>
          <w:rFonts w:ascii="Comic Sans MS" w:hAnsi="Comic Sans MS"/>
          <w:position w:val="-6"/>
        </w:rPr>
        <w:object w:dxaOrig="440" w:dyaOrig="279">
          <v:shape id="_x0000_i1031" type="#_x0000_t75" style="width:21.75pt;height:14.25pt" o:ole="">
            <v:imagedata r:id="rId19" o:title=""/>
          </v:shape>
          <o:OLEObject Type="Embed" ProgID="Equation.3" ShapeID="_x0000_i1031" DrawAspect="Content" ObjectID="_1467499355" r:id="rId20"/>
        </w:object>
      </w:r>
      <w:r w:rsidRPr="00244A44">
        <w:rPr>
          <w:rFonts w:ascii="Comic Sans MS" w:hAnsi="Comic Sans MS"/>
        </w:rPr>
        <w:t>……………………………………………………………….…………………………………….………………….</w:t>
      </w:r>
    </w:p>
    <w:p w:rsidR="00D97B07" w:rsidRDefault="005E56C8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  <w:noProof/>
        </w:rPr>
        <w:drawing>
          <wp:anchor distT="0" distB="0" distL="114300" distR="114300" simplePos="0" relativeHeight="251658240" behindDoc="1" locked="0" layoutInCell="1" allowOverlap="1" wp14:anchorId="7411E9F5" wp14:editId="6E494EDE">
            <wp:simplePos x="0" y="0"/>
            <wp:positionH relativeFrom="column">
              <wp:posOffset>3569970</wp:posOffset>
            </wp:positionH>
            <wp:positionV relativeFrom="paragraph">
              <wp:posOffset>307340</wp:posOffset>
            </wp:positionV>
            <wp:extent cx="251460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36" y="21380"/>
                <wp:lineTo x="21436" y="0"/>
                <wp:lineTo x="0" y="0"/>
              </wp:wrapPolygon>
            </wp:wrapTight>
            <wp:docPr id="51" name="Εικόνα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B07" w:rsidRPr="00244A44">
        <w:rPr>
          <w:rFonts w:ascii="Comic Sans MS" w:hAnsi="Comic Sans MS"/>
          <w:b/>
        </w:rPr>
        <w:t>γ)</w:t>
      </w:r>
      <w:r w:rsidR="00D97B07" w:rsidRPr="00244A44">
        <w:rPr>
          <w:rFonts w:ascii="Comic Sans MS" w:hAnsi="Comic Sans MS"/>
        </w:rPr>
        <w:t xml:space="preserve"> Για </w:t>
      </w:r>
      <w:r w:rsidR="00D97B07" w:rsidRPr="00244A44">
        <w:rPr>
          <w:rFonts w:ascii="Comic Sans MS" w:hAnsi="Comic Sans MS"/>
          <w:position w:val="-6"/>
        </w:rPr>
        <w:object w:dxaOrig="740" w:dyaOrig="279">
          <v:shape id="_x0000_i1032" type="#_x0000_t75" style="width:36.75pt;height:14.25pt" o:ole="">
            <v:imagedata r:id="rId22" o:title=""/>
          </v:shape>
          <o:OLEObject Type="Embed" ProgID="Equation.3" ShapeID="_x0000_i1032" DrawAspect="Content" ObjectID="_1467499356" r:id="rId23"/>
        </w:object>
      </w:r>
      <w:r w:rsidR="00D97B07" w:rsidRPr="00244A44">
        <w:rPr>
          <w:rFonts w:ascii="Comic Sans MS" w:hAnsi="Comic Sans MS"/>
        </w:rPr>
        <w:t xml:space="preserve">,   </w:t>
      </w:r>
      <w:r w:rsidR="00D97B07" w:rsidRPr="00244A44">
        <w:rPr>
          <w:rFonts w:ascii="Comic Sans MS" w:hAnsi="Comic Sans MS"/>
          <w:position w:val="-6"/>
        </w:rPr>
        <w:object w:dxaOrig="440" w:dyaOrig="279">
          <v:shape id="_x0000_i1033" type="#_x0000_t75" style="width:21.75pt;height:14.25pt" o:ole="">
            <v:imagedata r:id="rId19" o:title=""/>
          </v:shape>
          <o:OLEObject Type="Embed" ProgID="Equation.3" ShapeID="_x0000_i1033" DrawAspect="Content" ObjectID="_1467499357" r:id="rId24"/>
        </w:object>
      </w:r>
      <w:r w:rsidR="00D97B07" w:rsidRPr="00244A44">
        <w:rPr>
          <w:rFonts w:ascii="Comic Sans MS" w:hAnsi="Comic Sans MS"/>
        </w:rPr>
        <w:t>…………………………………………………………….………………………………….……………………….</w:t>
      </w:r>
    </w:p>
    <w:p w:rsidR="005E56C8" w:rsidRPr="00244A44" w:rsidRDefault="005E56C8" w:rsidP="00D97B07">
      <w:pPr>
        <w:spacing w:line="360" w:lineRule="auto"/>
        <w:jc w:val="both"/>
        <w:rPr>
          <w:rFonts w:ascii="Comic Sans MS" w:hAnsi="Comic Sans MS"/>
        </w:rPr>
      </w:pPr>
    </w:p>
    <w:p w:rsidR="00244A44" w:rsidRPr="00244A44" w:rsidRDefault="00244A44" w:rsidP="00B21370">
      <w:pPr>
        <w:pStyle w:val="ListParagraph"/>
        <w:numPr>
          <w:ilvl w:val="0"/>
          <w:numId w:val="6"/>
        </w:numPr>
        <w:spacing w:line="360" w:lineRule="auto"/>
        <w:ind w:left="426" w:hanging="426"/>
        <w:rPr>
          <w:szCs w:val="24"/>
        </w:rPr>
      </w:pPr>
      <w:r w:rsidRPr="00244A44">
        <w:rPr>
          <w:szCs w:val="24"/>
        </w:rPr>
        <w:t>Το εμβαδόν ενός τριγώνου με βάση β και ύψος υ, γνωρίζουμε ότι δίνεται από τον τύπο Ε=……….…………….</w:t>
      </w:r>
      <w:r w:rsidRPr="00244A44">
        <w:rPr>
          <w:szCs w:val="24"/>
        </w:rPr>
        <w:t xml:space="preserve"> </w:t>
      </w:r>
      <w:r w:rsidRPr="00244A44">
        <w:rPr>
          <w:szCs w:val="24"/>
        </w:rPr>
        <w:t>Να λύσετε τον τύπο αυτόν ως προς β και ως προς υ.</w:t>
      </w:r>
    </w:p>
    <w:p w:rsidR="00244A44" w:rsidRPr="00244A44" w:rsidRDefault="00244A44" w:rsidP="00244A44">
      <w:pPr>
        <w:spacing w:line="360" w:lineRule="auto"/>
        <w:rPr>
          <w:rFonts w:ascii="Comic Sans MS" w:hAnsi="Comic Sans MS"/>
        </w:rPr>
      </w:pPr>
    </w:p>
    <w:tbl>
      <w:tblPr>
        <w:tblStyle w:val="TableGrid"/>
        <w:tblW w:w="9639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639"/>
      </w:tblGrid>
      <w:tr w:rsidR="00244A44" w:rsidRPr="00244A44" w:rsidTr="00244A44">
        <w:tc>
          <w:tcPr>
            <w:tcW w:w="9639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639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639" w:type="dxa"/>
          </w:tcPr>
          <w:p w:rsidR="00244A44" w:rsidRPr="00244A44" w:rsidRDefault="00244A44" w:rsidP="00244A44">
            <w:pPr>
              <w:pStyle w:val="ListParagraph"/>
              <w:spacing w:line="360" w:lineRule="auto"/>
              <w:ind w:left="-685" w:firstLine="685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639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639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  <w:b/>
        </w:rPr>
        <w:t>β)</w:t>
      </w:r>
      <w:r w:rsidRPr="00244A44">
        <w:rPr>
          <w:rFonts w:ascii="Comic Sans MS" w:hAnsi="Comic Sans MS"/>
        </w:rPr>
        <w:t xml:space="preserve"> Να βρείτε το ύψος ενός τριγώνου που έχει εμβαδόν 12 </w:t>
      </w:r>
      <w:r w:rsidRPr="00244A44">
        <w:rPr>
          <w:rFonts w:ascii="Comic Sans MS" w:hAnsi="Comic Sans MS"/>
          <w:lang w:val="en-US"/>
        </w:rPr>
        <w:t>cm</w:t>
      </w:r>
      <w:r w:rsidRPr="00244A44">
        <w:rPr>
          <w:rFonts w:ascii="Comic Sans MS" w:hAnsi="Comic Sans MS"/>
          <w:vertAlign w:val="superscript"/>
        </w:rPr>
        <w:t>2</w:t>
      </w:r>
      <w:r w:rsidRPr="00244A44">
        <w:rPr>
          <w:rFonts w:ascii="Comic Sans MS" w:hAnsi="Comic Sans MS"/>
        </w:rPr>
        <w:t xml:space="preserve"> και βάση </w:t>
      </w:r>
      <w:smartTag w:uri="urn:schemas-microsoft-com:office:smarttags" w:element="metricconverter">
        <w:smartTagPr>
          <w:attr w:name="ProductID" w:val="4 cm"/>
        </w:smartTagPr>
        <w:r w:rsidRPr="00244A44">
          <w:rPr>
            <w:rFonts w:ascii="Comic Sans MS" w:hAnsi="Comic Sans MS"/>
          </w:rPr>
          <w:t xml:space="preserve">4 </w:t>
        </w:r>
        <w:r w:rsidRPr="00244A44">
          <w:rPr>
            <w:rFonts w:ascii="Comic Sans MS" w:hAnsi="Comic Sans MS"/>
            <w:lang w:val="en-US"/>
          </w:rPr>
          <w:t>cm</w:t>
        </w:r>
      </w:smartTag>
      <w:r w:rsidRPr="00244A44">
        <w:rPr>
          <w:rFonts w:ascii="Comic Sans MS" w:hAnsi="Comic Sans MS"/>
        </w:rPr>
        <w:t>.</w:t>
      </w:r>
    </w:p>
    <w:p w:rsidR="00244A44" w:rsidRPr="00244A44" w:rsidRDefault="00244A44" w:rsidP="00D97B07">
      <w:pPr>
        <w:spacing w:line="360" w:lineRule="auto"/>
        <w:jc w:val="both"/>
        <w:rPr>
          <w:rFonts w:ascii="Comic Sans MS" w:hAnsi="Comic Sans MS"/>
        </w:rPr>
      </w:pPr>
    </w:p>
    <w:tbl>
      <w:tblPr>
        <w:tblStyle w:val="TableGrid"/>
        <w:tblW w:w="971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11"/>
      </w:tblGrid>
      <w:tr w:rsidR="00244A44" w:rsidRPr="00244A44" w:rsidTr="00244A44">
        <w:trPr>
          <w:trHeight w:val="432"/>
        </w:trPr>
        <w:tc>
          <w:tcPr>
            <w:tcW w:w="971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rPr>
          <w:trHeight w:val="432"/>
        </w:trPr>
        <w:tc>
          <w:tcPr>
            <w:tcW w:w="971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rPr>
          <w:trHeight w:val="432"/>
        </w:trPr>
        <w:tc>
          <w:tcPr>
            <w:tcW w:w="971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rPr>
          <w:trHeight w:val="432"/>
        </w:trPr>
        <w:tc>
          <w:tcPr>
            <w:tcW w:w="971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rPr>
          <w:trHeight w:val="417"/>
        </w:trPr>
        <w:tc>
          <w:tcPr>
            <w:tcW w:w="971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D97B07" w:rsidRPr="00244A44" w:rsidRDefault="00D97B07" w:rsidP="00D97B07">
      <w:pPr>
        <w:spacing w:line="360" w:lineRule="auto"/>
        <w:jc w:val="both"/>
        <w:rPr>
          <w:rFonts w:ascii="Comic Sans MS" w:hAnsi="Comic Sans MS"/>
        </w:rPr>
      </w:pPr>
      <w:r w:rsidRPr="00244A44">
        <w:rPr>
          <w:rFonts w:ascii="Comic Sans MS" w:hAnsi="Comic Sans MS"/>
          <w:b/>
        </w:rPr>
        <w:t>γ)</w:t>
      </w:r>
      <w:r w:rsidRPr="00244A44">
        <w:rPr>
          <w:rFonts w:ascii="Comic Sans MS" w:hAnsi="Comic Sans MS"/>
        </w:rPr>
        <w:t xml:space="preserve"> Να βρείτε τη βάση ενός τριγώνου που έχει εμβαδόν 35 </w:t>
      </w:r>
      <w:r w:rsidRPr="00244A44">
        <w:rPr>
          <w:rFonts w:ascii="Comic Sans MS" w:hAnsi="Comic Sans MS"/>
          <w:lang w:val="en-US"/>
        </w:rPr>
        <w:t>cm</w:t>
      </w:r>
      <w:r w:rsidRPr="00244A44">
        <w:rPr>
          <w:rFonts w:ascii="Comic Sans MS" w:hAnsi="Comic Sans MS"/>
          <w:vertAlign w:val="superscript"/>
        </w:rPr>
        <w:t>2</w:t>
      </w:r>
      <w:r w:rsidRPr="00244A44">
        <w:rPr>
          <w:rFonts w:ascii="Comic Sans MS" w:hAnsi="Comic Sans MS"/>
        </w:rPr>
        <w:t xml:space="preserve"> και ύψος </w:t>
      </w:r>
      <w:smartTag w:uri="urn:schemas-microsoft-com:office:smarttags" w:element="metricconverter">
        <w:smartTagPr>
          <w:attr w:name="ProductID" w:val="7 cm"/>
        </w:smartTagPr>
        <w:r w:rsidRPr="00244A44">
          <w:rPr>
            <w:rFonts w:ascii="Comic Sans MS" w:hAnsi="Comic Sans MS"/>
          </w:rPr>
          <w:t xml:space="preserve">7 </w:t>
        </w:r>
        <w:r w:rsidRPr="00244A44">
          <w:rPr>
            <w:rFonts w:ascii="Comic Sans MS" w:hAnsi="Comic Sans MS"/>
            <w:lang w:val="en-US"/>
          </w:rPr>
          <w:t>cm</w:t>
        </w:r>
      </w:smartTag>
      <w:r w:rsidRPr="00244A44">
        <w:rPr>
          <w:rFonts w:ascii="Comic Sans MS" w:hAnsi="Comic Sans MS"/>
        </w:rPr>
        <w:t>.</w:t>
      </w:r>
    </w:p>
    <w:tbl>
      <w:tblPr>
        <w:tblStyle w:val="TableGrid"/>
        <w:tblW w:w="9781" w:type="dxa"/>
        <w:tblInd w:w="-5" w:type="dxa"/>
        <w:tbl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781"/>
      </w:tblGrid>
      <w:tr w:rsidR="00244A44" w:rsidRPr="00244A44" w:rsidTr="00244A44">
        <w:tc>
          <w:tcPr>
            <w:tcW w:w="978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78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78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78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  <w:tr w:rsidR="00244A44" w:rsidRPr="00244A44" w:rsidTr="00244A44">
        <w:tc>
          <w:tcPr>
            <w:tcW w:w="9781" w:type="dxa"/>
          </w:tcPr>
          <w:p w:rsidR="00244A44" w:rsidRPr="00244A44" w:rsidRDefault="00244A44" w:rsidP="005B1D4B">
            <w:pPr>
              <w:pStyle w:val="ListParagraph"/>
              <w:spacing w:line="360" w:lineRule="auto"/>
              <w:ind w:left="0"/>
              <w:rPr>
                <w:rFonts w:ascii="Comic Sans MS" w:hAnsi="Comic Sans MS"/>
              </w:rPr>
            </w:pPr>
          </w:p>
        </w:tc>
      </w:tr>
    </w:tbl>
    <w:p w:rsidR="005E56C8" w:rsidRPr="005826B1" w:rsidRDefault="005E56C8" w:rsidP="005E56C8">
      <w:pPr>
        <w:rPr>
          <w:color w:val="FFFFFF" w:themeColor="background1"/>
        </w:rPr>
      </w:pPr>
      <w:r w:rsidRPr="005826B1">
        <w:rPr>
          <w:color w:val="FFFFFF" w:themeColor="background1"/>
          <w:highlight w:val="darkBlue"/>
        </w:rPr>
        <w:t>Ασκήσεις  για περισσότερη εξάσκηση στο σπίτι.</w:t>
      </w:r>
    </w:p>
    <w:p w:rsidR="005E56C8" w:rsidRDefault="005E56C8" w:rsidP="005E56C8">
      <w:pPr>
        <w:rPr>
          <w:rFonts w:cs="Arial"/>
        </w:rPr>
      </w:pPr>
      <w:r>
        <w:rPr>
          <w:rFonts w:cs="Arial"/>
        </w:rPr>
        <w:t>Σχολικό βιβλίο σελίδα 24 ασκήσεις: 1, 2, 4, 6, 7</w:t>
      </w:r>
      <w:bookmarkStart w:id="0" w:name="_GoBack"/>
      <w:bookmarkEnd w:id="0"/>
    </w:p>
    <w:p w:rsidR="005E56C8" w:rsidRDefault="005E56C8" w:rsidP="005E56C8">
      <w:pPr>
        <w:jc w:val="center"/>
        <w:rPr>
          <w:rFonts w:cs="Arial"/>
        </w:rPr>
      </w:pPr>
    </w:p>
    <w:p w:rsidR="00244A44" w:rsidRPr="00244A44" w:rsidRDefault="00244A44" w:rsidP="00D97B07">
      <w:pPr>
        <w:spacing w:line="360" w:lineRule="auto"/>
        <w:jc w:val="both"/>
        <w:rPr>
          <w:rFonts w:ascii="Comic Sans MS" w:hAnsi="Comic Sans MS"/>
        </w:rPr>
      </w:pPr>
    </w:p>
    <w:p w:rsidR="00CA0A17" w:rsidRPr="00244A44" w:rsidRDefault="00CA0A17">
      <w:pPr>
        <w:rPr>
          <w:rFonts w:ascii="Comic Sans MS" w:hAnsi="Comic Sans MS"/>
        </w:rPr>
      </w:pPr>
    </w:p>
    <w:sectPr w:rsidR="00CA0A17" w:rsidRPr="00244A44" w:rsidSect="00D97B07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709" w:right="1133" w:bottom="1079" w:left="993" w:header="674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CC6" w:rsidRDefault="00DD7CC6" w:rsidP="00CA0A17">
      <w:r>
        <w:separator/>
      </w:r>
    </w:p>
  </w:endnote>
  <w:endnote w:type="continuationSeparator" w:id="0">
    <w:p w:rsidR="00DD7CC6" w:rsidRDefault="00DD7CC6" w:rsidP="00CA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10095233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999417868"/>
          <w:docPartObj>
            <w:docPartGallery w:val="Page Numbers (Margins)"/>
            <w:docPartUnique/>
          </w:docPartObj>
        </w:sdtPr>
        <w:sdtEndPr/>
        <w:sdtContent>
          <w:p w:rsidR="009B4FA5" w:rsidRDefault="009B4FA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margin">
                        <wp:posOffset>-358140</wp:posOffset>
                      </wp:positionH>
                      <wp:positionV relativeFrom="bottomMargin">
                        <wp:posOffset>-340360</wp:posOffset>
                      </wp:positionV>
                      <wp:extent cx="626745" cy="626745"/>
                      <wp:effectExtent l="0" t="0" r="1905" b="1905"/>
                      <wp:wrapNone/>
                      <wp:docPr id="204" name="Oval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4FA5" w:rsidRDefault="009B4FA5">
                                  <w:pPr>
                                    <w:pStyle w:val="Footer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instrText xml:space="preserve"> PAGE    \* MERGEFORMAT 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fldChar w:fldCharType="separate"/>
                                  </w:r>
                                  <w:r w:rsidR="005E56C8" w:rsidRPr="005E56C8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4" o:spid="_x0000_s1028" style="position:absolute;margin-left:-28.2pt;margin-top:-26.8pt;width:49.35pt;height:49.3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" fillcolor="#40618b" stroked="f">
                      <v:textbox>
                        <w:txbxContent>
                          <w:p w:rsidR="009B4FA5" w:rsidRDefault="009B4FA5">
                            <w:pPr>
                              <w:pStyle w:val="Footer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rPr>
                                <w:sz w:val="22"/>
                              </w:rPr>
                              <w:fldChar w:fldCharType="separate"/>
                            </w:r>
                            <w:r w:rsidR="005E56C8" w:rsidRPr="005E56C8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8A5908" w:rsidRDefault="008A59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A5" w:rsidRDefault="009B4FA5">
    <w:pPr>
      <w:pStyle w:val="Footer"/>
    </w:pPr>
    <w:r w:rsidRPr="009B4FA5">
      <w:rPr>
        <w:rFonts w:asciiTheme="majorHAnsi" w:eastAsiaTheme="majorEastAsia" w:hAnsiTheme="majorHAnsi" w:cstheme="majorBidi"/>
        <w:noProof/>
        <w:lang w:eastAsia="el-G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111985C" wp14:editId="6B0EC049">
              <wp:simplePos x="0" y="0"/>
              <wp:positionH relativeFrom="margin">
                <wp:posOffset>5847080</wp:posOffset>
              </wp:positionH>
              <wp:positionV relativeFrom="bottomMargin">
                <wp:posOffset>-330200</wp:posOffset>
              </wp:positionV>
              <wp:extent cx="626745" cy="626745"/>
              <wp:effectExtent l="0" t="0" r="1905" b="1905"/>
              <wp:wrapNone/>
              <wp:docPr id="210" name="Oval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6745" cy="62674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4FA5" w:rsidRDefault="009B4FA5" w:rsidP="009B4FA5">
                          <w:pPr>
                            <w:pStyle w:val="Footer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 w:rsidR="005E56C8" w:rsidRPr="005E56C8">
                            <w:rPr>
                              <w:b/>
                              <w:bCs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t>3</w:t>
                          </w:r>
                          <w:r>
                            <w:rPr>
                              <w:b/>
                              <w:bCs/>
                              <w:noProof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1111985C" id="Oval 210" o:spid="_x0000_s1029" style="position:absolute;left:0;text-align:left;margin-left:460.4pt;margin-top:-26pt;width:49.35pt;height:49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" fillcolor="#40618b" stroked="f">
              <v:textbox>
                <w:txbxContent>
                  <w:p w:rsidR="009B4FA5" w:rsidRDefault="009B4FA5" w:rsidP="009B4FA5">
                    <w:pPr>
                      <w:pStyle w:val="Footer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sz w:val="22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rPr>
                        <w:sz w:val="22"/>
                      </w:rPr>
                      <w:fldChar w:fldCharType="separate"/>
                    </w:r>
                    <w:r w:rsidR="005E56C8" w:rsidRPr="005E56C8">
                      <w:rPr>
                        <w:b/>
                        <w:bCs/>
                        <w:noProof/>
                        <w:color w:val="FFFFFF" w:themeColor="background1"/>
                        <w:sz w:val="32"/>
                        <w:szCs w:val="32"/>
                      </w:rPr>
                      <w:t>3</w:t>
                    </w:r>
                    <w:r>
                      <w:rPr>
                        <w:b/>
                        <w:bCs/>
                        <w:noProof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1090888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-2131241372"/>
          <w:docPartObj>
            <w:docPartGallery w:val="Page Numbers (Margins)"/>
            <w:docPartUnique/>
          </w:docPartObj>
        </w:sdtPr>
        <w:sdtEndPr/>
        <w:sdtContent>
          <w:p w:rsidR="009B4FA5" w:rsidRDefault="009B4FA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margin">
                        <wp:posOffset>5812790</wp:posOffset>
                      </wp:positionH>
                      <wp:positionV relativeFrom="bottomMargin">
                        <wp:posOffset>-295275</wp:posOffset>
                      </wp:positionV>
                      <wp:extent cx="626745" cy="626745"/>
                      <wp:effectExtent l="0" t="0" r="1905" b="1905"/>
                      <wp:wrapNone/>
                      <wp:docPr id="206" name="Oval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B4FA5" w:rsidRDefault="009B4FA5">
                                  <w:pPr>
                                    <w:pStyle w:val="Footer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22"/>
                                    </w:rPr>
                                    <w:fldChar w:fldCharType="begin"/>
                                  </w:r>
                                  <w:r>
                                    <w:instrText xml:space="preserve"> PAGE    \* MERGEFORMAT </w:instrText>
                                  </w:r>
                                  <w:r>
                                    <w:rPr>
                                      <w:sz w:val="22"/>
                                    </w:rPr>
                                    <w:fldChar w:fldCharType="separate"/>
                                  </w:r>
                                  <w:r w:rsidR="005E56C8" w:rsidRPr="005E56C8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06" o:spid="_x0000_s1031" style="position:absolute;margin-left:457.7pt;margin-top:-23.25pt;width:49.35pt;height:49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" fillcolor="#40618b" stroked="f">
                      <v:textbox>
                        <w:txbxContent>
                          <w:p w:rsidR="009B4FA5" w:rsidRDefault="009B4FA5">
                            <w:pPr>
                              <w:pStyle w:val="Footer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2"/>
                              </w:rP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rPr>
                                <w:sz w:val="22"/>
                              </w:rPr>
                              <w:fldChar w:fldCharType="separate"/>
                            </w:r>
                            <w:r w:rsidR="005E56C8" w:rsidRPr="005E56C8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200356" w:rsidRPr="009B4FA5" w:rsidRDefault="00200356" w:rsidP="009B4FA5">
    <w:pPr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CC6" w:rsidRDefault="00DD7CC6" w:rsidP="00CA0A17">
      <w:r>
        <w:separator/>
      </w:r>
    </w:p>
  </w:footnote>
  <w:footnote w:type="continuationSeparator" w:id="0">
    <w:p w:rsidR="00DD7CC6" w:rsidRDefault="00DD7CC6" w:rsidP="00CA0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908" w:rsidRDefault="008875E9">
    <w:pPr>
      <w:pStyle w:val="Header"/>
    </w:pPr>
    <w:r>
      <w:rPr>
        <w:noProof/>
        <w:lang w:eastAsia="el-GR"/>
      </w:rPr>
      <w:drawing>
        <wp:anchor distT="0" distB="0" distL="114300" distR="114300" simplePos="0" relativeHeight="251679744" behindDoc="1" locked="0" layoutInCell="1" allowOverlap="1" wp14:anchorId="761557D6" wp14:editId="2BD7ADFF">
          <wp:simplePos x="0" y="0"/>
          <wp:positionH relativeFrom="column">
            <wp:posOffset>-354965</wp:posOffset>
          </wp:positionH>
          <wp:positionV relativeFrom="paragraph">
            <wp:posOffset>-99695</wp:posOffset>
          </wp:positionV>
          <wp:extent cx="800100" cy="821055"/>
          <wp:effectExtent l="0" t="0" r="0" b="0"/>
          <wp:wrapTight wrapText="bothSides">
            <wp:wrapPolygon edited="0">
              <wp:start x="8743" y="0"/>
              <wp:lineTo x="5657" y="0"/>
              <wp:lineTo x="2057" y="4510"/>
              <wp:lineTo x="0" y="17039"/>
              <wp:lineTo x="0" y="20046"/>
              <wp:lineTo x="4629" y="21049"/>
              <wp:lineTo x="9257" y="21049"/>
              <wp:lineTo x="16971" y="20548"/>
              <wp:lineTo x="21086" y="19044"/>
              <wp:lineTo x="21086" y="16037"/>
              <wp:lineTo x="19029" y="7517"/>
              <wp:lineTo x="17486" y="5012"/>
              <wp:lineTo x="12343" y="0"/>
              <wp:lineTo x="8743" y="0"/>
            </wp:wrapPolygon>
          </wp:wrapTight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C900232133[1]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431B0D4B" wp14:editId="7FD9DF84">
              <wp:simplePos x="0" y="0"/>
              <wp:positionH relativeFrom="column">
                <wp:posOffset>-358140</wp:posOffset>
              </wp:positionH>
              <wp:positionV relativeFrom="paragraph">
                <wp:posOffset>-104140</wp:posOffset>
              </wp:positionV>
              <wp:extent cx="6800850" cy="9953625"/>
              <wp:effectExtent l="0" t="0" r="19050" b="28575"/>
              <wp:wrapNone/>
              <wp:docPr id="21" name="Rounded 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00850" cy="9953625"/>
                      </a:xfrm>
                      <a:prstGeom prst="roundRect">
                        <a:avLst>
                          <a:gd name="adj" fmla="val 4902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8977BE3" id="Rounded Rectangle 21" o:spid="_x0000_s1026" style="position:absolute;margin-left:-28.2pt;margin-top:-8.2pt;width:535.5pt;height:78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2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" fillcolor="window" strokecolor="#5b9bd5" strokeweight="1pt">
              <v:stroke joinstyle="miter"/>
            </v:roundrect>
          </w:pict>
        </mc:Fallback>
      </mc:AlternateContent>
    </w:r>
    <w:r w:rsidR="00BC093D"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9DE8511" wp14:editId="68A3E4F2">
              <wp:simplePos x="0" y="0"/>
              <wp:positionH relativeFrom="column">
                <wp:posOffset>670560</wp:posOffset>
              </wp:positionH>
              <wp:positionV relativeFrom="paragraph">
                <wp:posOffset>-313690</wp:posOffset>
              </wp:positionV>
              <wp:extent cx="5619750" cy="516255"/>
              <wp:effectExtent l="0" t="0" r="19050" b="17145"/>
              <wp:wrapNone/>
              <wp:docPr id="2" name="Rounded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0" cy="51625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ln/>
                    </wps:spPr>
                    <wps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C093D" w:rsidRPr="00A36B0D" w:rsidRDefault="00BC093D" w:rsidP="00BC093D">
                          <w:pP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:lang w:val="en-US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</w:t>
                          </w:r>
                          <w: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νότητα</w:t>
                          </w:r>
                          <w:r w:rsidRP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:</w:t>
                          </w:r>
                          <w:r w:rsidR="00244A44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1.3</w:t>
                          </w:r>
                          <w:r w:rsid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="00244A44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Επίλυση τύπου</w:t>
                          </w:r>
                          <w:r w:rsid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9DE8511" id="Rounded Rectangle 2" o:spid="_x0000_s1026" style="position:absolute;left:0;text-align:left;margin-left:52.8pt;margin-top:-24.7pt;width:442.5pt;height:4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" fillcolor="#5b9bd5 [3204]" strokecolor="white [3201]" strokeweight="1.5pt">
              <v:stroke joinstyle="miter"/>
              <v:textbox>
                <w:txbxContent>
                  <w:p w:rsidR="00BC093D" w:rsidRPr="00A36B0D" w:rsidRDefault="00BC093D" w:rsidP="00BC093D">
                    <w:pPr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b/>
                        <w:color w:val="4472C4" w:themeColor="accent5"/>
                        <w:sz w:val="32"/>
                        <w:szCs w:val="32"/>
                        <w:lang w:val="en-US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</w:t>
                    </w:r>
                    <w:r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νότητα</w:t>
                    </w:r>
                    <w:r w:rsidRP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:</w:t>
                    </w:r>
                    <w:r w:rsidR="00244A44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1.3</w:t>
                    </w:r>
                    <w:r w:rsid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="00244A44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Επίλυση τύπου</w:t>
                    </w:r>
                    <w:r w:rsid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.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17" w:rsidRDefault="008875E9">
    <w:pPr>
      <w:pStyle w:val="Header"/>
    </w:pPr>
    <w:r>
      <w:rPr>
        <w:noProof/>
        <w:lang w:eastAsia="el-GR"/>
      </w:rPr>
      <w:drawing>
        <wp:anchor distT="0" distB="0" distL="114300" distR="114300" simplePos="0" relativeHeight="251687936" behindDoc="1" locked="0" layoutInCell="1" allowOverlap="1" wp14:anchorId="26DFA064" wp14:editId="6C18EF45">
          <wp:simplePos x="0" y="0"/>
          <wp:positionH relativeFrom="column">
            <wp:posOffset>5671185</wp:posOffset>
          </wp:positionH>
          <wp:positionV relativeFrom="paragraph">
            <wp:posOffset>-181610</wp:posOffset>
          </wp:positionV>
          <wp:extent cx="800100" cy="821055"/>
          <wp:effectExtent l="0" t="0" r="0" b="0"/>
          <wp:wrapTight wrapText="bothSides">
            <wp:wrapPolygon edited="0">
              <wp:start x="8743" y="0"/>
              <wp:lineTo x="5657" y="0"/>
              <wp:lineTo x="2057" y="4510"/>
              <wp:lineTo x="0" y="17039"/>
              <wp:lineTo x="0" y="20046"/>
              <wp:lineTo x="4629" y="21049"/>
              <wp:lineTo x="9257" y="21049"/>
              <wp:lineTo x="16971" y="20548"/>
              <wp:lineTo x="21086" y="19044"/>
              <wp:lineTo x="21086" y="16037"/>
              <wp:lineTo x="19029" y="7517"/>
              <wp:lineTo x="17486" y="5012"/>
              <wp:lineTo x="12343" y="0"/>
              <wp:lineTo x="8743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C900232133[1]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21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7214" behindDoc="1" locked="0" layoutInCell="1" allowOverlap="1" wp14:anchorId="1930D136" wp14:editId="00D6C1B0">
              <wp:simplePos x="0" y="0"/>
              <wp:positionH relativeFrom="column">
                <wp:posOffset>-348615</wp:posOffset>
              </wp:positionH>
              <wp:positionV relativeFrom="paragraph">
                <wp:posOffset>-180340</wp:posOffset>
              </wp:positionV>
              <wp:extent cx="6819900" cy="10058400"/>
              <wp:effectExtent l="0" t="0" r="19050" b="19050"/>
              <wp:wrapNone/>
              <wp:docPr id="5" name="Rounded 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19900" cy="10058400"/>
                      </a:xfrm>
                      <a:prstGeom prst="roundRect">
                        <a:avLst>
                          <a:gd name="adj" fmla="val 5913"/>
                        </a:avLst>
                      </a:prstGeom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5C82E10" id="Rounded Rectangle 5" o:spid="_x0000_s1026" style="position:absolute;margin-left:-27.45pt;margin-top:-14.2pt;width:537pt;height:11in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" fillcolor="white [3201]" strokecolor="#5b9bd5 [3204]" strokeweight="1pt">
              <v:stroke joinstyle="miter"/>
            </v:roundrect>
          </w:pict>
        </mc:Fallback>
      </mc:AlternateContent>
    </w:r>
    <w:r w:rsidR="00BC093D"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B427990" wp14:editId="303E64A7">
              <wp:simplePos x="0" y="0"/>
              <wp:positionH relativeFrom="column">
                <wp:posOffset>-348615</wp:posOffset>
              </wp:positionH>
              <wp:positionV relativeFrom="paragraph">
                <wp:posOffset>-179705</wp:posOffset>
              </wp:positionV>
              <wp:extent cx="5619750" cy="514350"/>
              <wp:effectExtent l="0" t="0" r="19050" b="19050"/>
              <wp:wrapNone/>
              <wp:docPr id="4" name="Rounded 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19750" cy="514350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5B9BD5"/>
                      </a:solidFill>
                      <a:ln w="1905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BC093D" w:rsidRPr="00A36B0D" w:rsidRDefault="00BC093D" w:rsidP="00BC093D">
                          <w:pP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:lang w:val="en-US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</w:t>
                          </w:r>
                          <w:r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νότητα</w:t>
                          </w:r>
                          <w:r w:rsidRP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:</w:t>
                          </w:r>
                          <w:r w:rsidR="00A36B0D" w:rsidRP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="00244A44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1.3Επίλυση </w:t>
                          </w:r>
                          <w:r w:rsid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="00244A44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τύπου</w:t>
                          </w:r>
                          <w:r w:rsidR="00A36B0D">
                            <w:rPr>
                              <w:b/>
                              <w:color w:val="4472C4" w:themeColor="accent5"/>
                              <w:sz w:val="32"/>
                              <w:szCs w:val="3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B427990" id="Rounded Rectangle 4" o:spid="_x0000_s1027" style="position:absolute;left:0;text-align:left;margin-left:-27.45pt;margin-top:-14.15pt;width:442.5pt;height:4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" fillcolor="#5b9bd5" strokecolor="window" strokeweight="1.5pt">
              <v:stroke joinstyle="miter"/>
              <v:textbox>
                <w:txbxContent>
                  <w:p w:rsidR="00BC093D" w:rsidRPr="00A36B0D" w:rsidRDefault="00BC093D" w:rsidP="00BC093D">
                    <w:pPr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b/>
                        <w:color w:val="4472C4" w:themeColor="accent5"/>
                        <w:sz w:val="32"/>
                        <w:szCs w:val="32"/>
                        <w:lang w:val="en-US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</w:t>
                    </w:r>
                    <w:r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νότητα</w:t>
                    </w:r>
                    <w:r w:rsidRP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:</w:t>
                    </w:r>
                    <w:r w:rsidR="00A36B0D" w:rsidRP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="00244A44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1.3Επίλυση </w:t>
                    </w:r>
                    <w:r w:rsid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="00244A44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τύπου</w:t>
                    </w:r>
                    <w:r w:rsidR="00A36B0D">
                      <w:rPr>
                        <w:b/>
                        <w:color w:val="4472C4" w:themeColor="accent5"/>
                        <w:sz w:val="32"/>
                        <w:szCs w:val="3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.</w:t>
                    </w: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BFE" w:rsidRDefault="00BC093D">
    <w:pPr>
      <w:pStyle w:val="Header"/>
    </w:pPr>
    <w:r>
      <w:rPr>
        <w:noProof/>
        <w:lang w:eastAsia="el-G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6FF692A" wp14:editId="2F72465A">
              <wp:simplePos x="0" y="0"/>
              <wp:positionH relativeFrom="column">
                <wp:posOffset>2064385</wp:posOffset>
              </wp:positionH>
              <wp:positionV relativeFrom="paragraph">
                <wp:posOffset>-72390</wp:posOffset>
              </wp:positionV>
              <wp:extent cx="4206240" cy="2562225"/>
              <wp:effectExtent l="0" t="0" r="22860" b="28575"/>
              <wp:wrapTopAndBottom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6240" cy="256222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reflection endPos="0" dist="50800" dir="5400000" sy="-100000" algn="bl" rotWithShape="0"/>
                      </a:effectLst>
                    </wps:spPr>
                    <wps:txbx>
                      <w:txbxContent>
                        <w:p w:rsidR="0018048B" w:rsidRPr="008A5908" w:rsidRDefault="0018048B" w:rsidP="0018048B">
                          <w:pPr>
                            <w:jc w:val="center"/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Φύλλο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εργασίας</w:t>
                          </w:r>
                        </w:p>
                        <w:p w:rsidR="0018048B" w:rsidRPr="00A36B0D" w:rsidRDefault="0018048B" w:rsidP="00A36B0D">
                          <w:pPr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36B0D"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  <w:t>Τά</w:t>
                          </w:r>
                          <w:r w:rsidR="00A36B0D" w:rsidRPr="00A36B0D"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  <w:t>ξη: B’</w:t>
                          </w:r>
                        </w:p>
                        <w:p w:rsidR="0018048B" w:rsidRPr="00A36B0D" w:rsidRDefault="00D97B07" w:rsidP="0018048B">
                          <w:pPr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  <w:t>Ενότητα: 1.3</w:t>
                          </w:r>
                          <w:r w:rsidR="00A36B0D" w:rsidRPr="00A36B0D"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1F4E79" w:themeColor="accent1" w:themeShade="80"/>
                              <w:sz w:val="32"/>
                              <w:szCs w:val="32"/>
                            </w:rPr>
                            <w:t>Επίλυση τύπου.</w:t>
                          </w:r>
                        </w:p>
                        <w:tbl>
                          <w:tblPr>
                            <w:tblStyle w:val="TableGrid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1486"/>
                            <w:gridCol w:w="2413"/>
                            <w:gridCol w:w="2413"/>
                          </w:tblGrid>
                          <w:tr w:rsidR="00334F80" w:rsidRPr="008A5908" w:rsidTr="00EF3BFE">
                            <w:tc>
                              <w:tcPr>
                                <w:tcW w:w="1471" w:type="dxa"/>
                                <w:shd w:val="clear" w:color="auto" w:fill="44546A" w:themeFill="text2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Μαθητής</w:t>
                                </w:r>
                                <w:r w:rsidRPr="008A5908"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Α</w:t>
                                </w:r>
                                <w:r w:rsidRPr="008A5908">
                                  <w:rPr>
                                    <w:rFonts w:ascii="Arial Rounded MT Bold" w:hAnsi="Arial Rounded MT Bold" w:cs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’</w:t>
                                </w: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Μαθητής</w:t>
                                </w:r>
                                <w:r w:rsidRPr="008A5908"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Β</w:t>
                                </w:r>
                                <w:r w:rsidRPr="008A5908">
                                  <w:rPr>
                                    <w:rFonts w:ascii="Arial Rounded MT Bold" w:hAnsi="Arial Rounded MT Bold" w:cs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’</w:t>
                                </w:r>
                              </w:p>
                            </w:tc>
                          </w:tr>
                          <w:tr w:rsidR="00334F80" w:rsidRPr="008A5908" w:rsidTr="00EF3BFE">
                            <w:tc>
                              <w:tcPr>
                                <w:tcW w:w="1471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Ε</w:t>
                                </w:r>
                                <w:r w:rsidRPr="008A5908">
                                  <w:rPr>
                                    <w:rFonts w:ascii="Arial Rounded MT Bold" w:hAnsi="Arial Rounded MT Bold" w:cs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π</w:t>
                                </w: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ίθετο</w:t>
                                </w:r>
                                <w:r w:rsidRPr="008A5908"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</w:tr>
                          <w:tr w:rsidR="00334F80" w:rsidRPr="008A5908" w:rsidTr="00EF3BFE">
                            <w:tc>
                              <w:tcPr>
                                <w:tcW w:w="1471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Όνομα</w:t>
                                </w:r>
                                <w:r w:rsidRPr="008A5908"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</w:tr>
                          <w:tr w:rsidR="00334F80" w:rsidRPr="008A5908" w:rsidTr="00EF3BFE">
                            <w:tc>
                              <w:tcPr>
                                <w:tcW w:w="1471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  <w:r w:rsidRPr="008A5908">
                                  <w:rPr>
                                    <w:rFonts w:ascii="Calibri" w:hAnsi="Calibri" w:cs="Calibri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Τμήμα</w:t>
                                </w:r>
                                <w:r w:rsidRPr="008A5908"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436" w:type="dxa"/>
                              </w:tcPr>
                              <w:p w:rsidR="00EF3BFE" w:rsidRPr="008A5908" w:rsidRDefault="00EF3BFE" w:rsidP="0018048B">
                                <w:pPr>
                                  <w:rPr>
                                    <w:rFonts w:ascii="Arial Rounded MT Bold" w:hAnsi="Arial Rounded MT Bold"/>
                                    <w:color w:val="1F4E79" w:themeColor="accent1" w:themeShade="80"/>
                                    <w:sz w:val="36"/>
                                    <w:szCs w:val="36"/>
                                  </w:rPr>
                                </w:pPr>
                              </w:p>
                            </w:tc>
                          </w:tr>
                        </w:tbl>
                        <w:p w:rsidR="0018048B" w:rsidRPr="0018048B" w:rsidRDefault="0018048B" w:rsidP="0018048B">
                          <w:pPr>
                            <w:rPr>
                              <w:rFonts w:ascii="Calibri" w:hAnsi="Calibri"/>
                              <w:color w:val="5B9BD5" w:themeColor="accent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  <a:scene3d>
                        <a:camera prst="orthographicFront"/>
                        <a:lightRig rig="threePt" dir="t"/>
                      </a:scene3d>
                      <a:sp3d extrusionH="57150">
                        <a:bevelT w="57150" h="38100" prst="artDeco"/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FF692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162.55pt;margin-top:-5.7pt;width:331.2pt;height:20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" fillcolor="#9cc2e5 [1940]" strokecolor="#9cc2e5 [1940]">
              <v:textbox>
                <w:txbxContent>
                  <w:p w:rsidR="0018048B" w:rsidRPr="008A5908" w:rsidRDefault="0018048B" w:rsidP="0018048B">
                    <w:pPr>
                      <w:jc w:val="center"/>
                      <w:rPr>
                        <w:rFonts w:ascii="Calibri" w:hAnsi="Calibri" w:cs="Calibri"/>
                        <w:color w:val="1F4E79" w:themeColor="accent1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8A5908">
                      <w:rPr>
                        <w:rFonts w:ascii="Calibri" w:hAnsi="Calibri" w:cs="Calibri"/>
                        <w:color w:val="1F4E79" w:themeColor="accent1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Φύλλο</w:t>
                    </w:r>
                    <w:r w:rsidRPr="008A5908">
                      <w:rPr>
                        <w:rFonts w:ascii="Arial Rounded MT Bold" w:hAnsi="Arial Rounded MT Bold"/>
                        <w:color w:val="1F4E79" w:themeColor="accent1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 </w:t>
                    </w:r>
                    <w:r w:rsidRPr="008A5908">
                      <w:rPr>
                        <w:rFonts w:ascii="Calibri" w:hAnsi="Calibri" w:cs="Calibri"/>
                        <w:color w:val="1F4E79" w:themeColor="accent1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εργασίας</w:t>
                    </w:r>
                  </w:p>
                  <w:p w:rsidR="0018048B" w:rsidRPr="00A36B0D" w:rsidRDefault="0018048B" w:rsidP="00A36B0D">
                    <w:pPr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36B0D"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  <w:t>Τά</w:t>
                    </w:r>
                    <w:r w:rsidR="00A36B0D" w:rsidRPr="00A36B0D"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  <w:t>ξη: B’</w:t>
                    </w:r>
                  </w:p>
                  <w:p w:rsidR="0018048B" w:rsidRPr="00A36B0D" w:rsidRDefault="00D97B07" w:rsidP="0018048B">
                    <w:pPr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</w:pPr>
                    <w:r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  <w:t>Ενότητα: 1.3</w:t>
                    </w:r>
                    <w:r w:rsidR="00A36B0D" w:rsidRPr="00A36B0D"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1F4E79" w:themeColor="accent1" w:themeShade="80"/>
                        <w:sz w:val="32"/>
                        <w:szCs w:val="32"/>
                      </w:rPr>
                      <w:t>Επίλυση τύπου.</w:t>
                    </w:r>
                  </w:p>
                  <w:tbl>
                    <w:tblPr>
                      <w:tblStyle w:val="TableGrid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1486"/>
                      <w:gridCol w:w="2413"/>
                      <w:gridCol w:w="2413"/>
                    </w:tblGrid>
                    <w:tr w:rsidR="00334F80" w:rsidRPr="008A5908" w:rsidTr="00EF3BFE">
                      <w:tc>
                        <w:tcPr>
                          <w:tcW w:w="1471" w:type="dxa"/>
                          <w:shd w:val="clear" w:color="auto" w:fill="44546A" w:themeFill="text2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Μαθητής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Α</w:t>
                          </w:r>
                          <w:r w:rsidRPr="008A5908">
                            <w:rPr>
                              <w:rFonts w:ascii="Arial Rounded MT Bold" w:hAnsi="Arial Rounded MT Bold" w:cs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’</w:t>
                          </w: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Μαθητής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Β</w:t>
                          </w:r>
                          <w:r w:rsidRPr="008A5908">
                            <w:rPr>
                              <w:rFonts w:ascii="Arial Rounded MT Bold" w:hAnsi="Arial Rounded MT Bold" w:cs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’</w:t>
                          </w:r>
                        </w:p>
                      </w:tc>
                    </w:tr>
                    <w:tr w:rsidR="00334F80" w:rsidRPr="008A5908" w:rsidTr="00EF3BFE">
                      <w:tc>
                        <w:tcPr>
                          <w:tcW w:w="1471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Ε</w:t>
                          </w:r>
                          <w:r w:rsidRPr="008A5908">
                            <w:rPr>
                              <w:rFonts w:ascii="Arial Rounded MT Bold" w:hAnsi="Arial Rounded MT Bold" w:cs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π</w:t>
                          </w: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ίθετο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:</w:t>
                          </w: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</w:tr>
                    <w:tr w:rsidR="00334F80" w:rsidRPr="008A5908" w:rsidTr="00EF3BFE">
                      <w:tc>
                        <w:tcPr>
                          <w:tcW w:w="1471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Όνομα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:</w:t>
                          </w: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</w:tr>
                    <w:tr w:rsidR="00334F80" w:rsidRPr="008A5908" w:rsidTr="00EF3BFE">
                      <w:tc>
                        <w:tcPr>
                          <w:tcW w:w="1471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  <w:r w:rsidRPr="008A5908">
                            <w:rPr>
                              <w:rFonts w:ascii="Calibri" w:hAnsi="Calibri" w:cs="Calibri"/>
                              <w:color w:val="1F4E79" w:themeColor="accent1" w:themeShade="80"/>
                              <w:sz w:val="36"/>
                              <w:szCs w:val="36"/>
                            </w:rPr>
                            <w:t>Τμήμα</w:t>
                          </w:r>
                          <w:r w:rsidRPr="008A5908"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  <w:t>:</w:t>
                          </w: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  <w:tc>
                        <w:tcPr>
                          <w:tcW w:w="2436" w:type="dxa"/>
                        </w:tcPr>
                        <w:p w:rsidR="00EF3BFE" w:rsidRPr="008A5908" w:rsidRDefault="00EF3BFE" w:rsidP="0018048B">
                          <w:pPr>
                            <w:rPr>
                              <w:rFonts w:ascii="Arial Rounded MT Bold" w:hAnsi="Arial Rounded MT Bold"/>
                              <w:color w:val="1F4E79" w:themeColor="accent1" w:themeShade="80"/>
                              <w:sz w:val="36"/>
                              <w:szCs w:val="36"/>
                            </w:rPr>
                          </w:pPr>
                        </w:p>
                      </w:tc>
                    </w:tr>
                  </w:tbl>
                  <w:p w:rsidR="0018048B" w:rsidRPr="0018048B" w:rsidRDefault="0018048B" w:rsidP="0018048B">
                    <w:pPr>
                      <w:rPr>
                        <w:rFonts w:ascii="Calibri" w:hAnsi="Calibri"/>
                        <w:color w:val="5B9BD5" w:themeColor="accent1"/>
                        <w:sz w:val="36"/>
                        <w:szCs w:val="36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21D077C" wp14:editId="5EB5195B">
              <wp:simplePos x="0" y="0"/>
              <wp:positionH relativeFrom="column">
                <wp:posOffset>1908175</wp:posOffset>
              </wp:positionH>
              <wp:positionV relativeFrom="paragraph">
                <wp:posOffset>-156210</wp:posOffset>
              </wp:positionV>
              <wp:extent cx="4529797" cy="2757170"/>
              <wp:effectExtent l="0" t="0" r="23495" b="2413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29797" cy="275717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DED5FBD" id="Rounded Rectangle 12" o:spid="_x0000_s1026" style="position:absolute;margin-left:150.25pt;margin-top:-12.3pt;width:356.7pt;height:217.1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" fillcolor="#9cc2e5 [1940]" strokecolor="#9cc2e5 [1940]" strokeweight="1pt">
              <v:stroke joinstyle="miter"/>
            </v:roundrect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49A94E5" wp14:editId="194EF10E">
              <wp:simplePos x="0" y="0"/>
              <wp:positionH relativeFrom="column">
                <wp:posOffset>-396240</wp:posOffset>
              </wp:positionH>
              <wp:positionV relativeFrom="paragraph">
                <wp:posOffset>-151765</wp:posOffset>
              </wp:positionV>
              <wp:extent cx="6838950" cy="9930130"/>
              <wp:effectExtent l="0" t="0" r="19050" b="13970"/>
              <wp:wrapNone/>
              <wp:docPr id="14" name="Rounded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38950" cy="9930130"/>
                      </a:xfrm>
                      <a:prstGeom prst="roundRect">
                        <a:avLst>
                          <a:gd name="adj" fmla="val 6918"/>
                        </a:avLst>
                      </a:prstGeom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3F21790" id="Rounded Rectangle 14" o:spid="_x0000_s1026" style="position:absolute;margin-left:-31.2pt;margin-top:-11.95pt;width:538.5pt;height:781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5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" fillcolor="white [3201]" strokecolor="#5b9bd5 [3204]" strokeweight="1pt">
              <v:stroke joinstyle="miter"/>
            </v:roundrect>
          </w:pict>
        </mc:Fallback>
      </mc:AlternateContent>
    </w:r>
    <w:r w:rsidR="00EF3BFE">
      <w:rPr>
        <w:noProof/>
        <w:lang w:eastAsia="el-GR"/>
      </w:rPr>
      <w:drawing>
        <wp:anchor distT="0" distB="0" distL="114300" distR="114300" simplePos="0" relativeHeight="251662336" behindDoc="1" locked="0" layoutInCell="1" allowOverlap="1" wp14:anchorId="4235E2A7" wp14:editId="2844F8B6">
          <wp:simplePos x="0" y="0"/>
          <wp:positionH relativeFrom="column">
            <wp:posOffset>-216535</wp:posOffset>
          </wp:positionH>
          <wp:positionV relativeFrom="paragraph">
            <wp:posOffset>-76835</wp:posOffset>
          </wp:positionV>
          <wp:extent cx="2068195" cy="2122805"/>
          <wp:effectExtent l="0" t="0" r="8255" b="0"/>
          <wp:wrapTight wrapText="bothSides">
            <wp:wrapPolygon edited="0">
              <wp:start x="9948" y="0"/>
              <wp:lineTo x="7361" y="582"/>
              <wp:lineTo x="3780" y="2326"/>
              <wp:lineTo x="3780" y="3295"/>
              <wp:lineTo x="2785" y="4652"/>
              <wp:lineTo x="1791" y="12599"/>
              <wp:lineTo x="1791" y="13956"/>
              <wp:lineTo x="1990" y="15701"/>
              <wp:lineTo x="0" y="17445"/>
              <wp:lineTo x="0" y="19965"/>
              <wp:lineTo x="5770" y="21322"/>
              <wp:lineTo x="8157" y="21322"/>
              <wp:lineTo x="13131" y="20934"/>
              <wp:lineTo x="21288" y="19578"/>
              <wp:lineTo x="21487" y="17639"/>
              <wp:lineTo x="18901" y="6397"/>
              <wp:lineTo x="14126" y="3101"/>
              <wp:lineTo x="12733" y="1163"/>
              <wp:lineTo x="11738" y="0"/>
              <wp:lineTo x="9948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C900232133[1]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195" cy="212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75977"/>
    <w:multiLevelType w:val="hybridMultilevel"/>
    <w:tmpl w:val="442EFB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423DA"/>
    <w:multiLevelType w:val="hybridMultilevel"/>
    <w:tmpl w:val="3B00F46E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43289"/>
    <w:multiLevelType w:val="hybridMultilevel"/>
    <w:tmpl w:val="450EA5E0"/>
    <w:lvl w:ilvl="0" w:tplc="5E9AAC6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D04198F"/>
    <w:multiLevelType w:val="hybridMultilevel"/>
    <w:tmpl w:val="8E3AE01C"/>
    <w:lvl w:ilvl="0" w:tplc="5E9AAC6C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Theme="minorHAnsi" w:hAnsiTheme="minorHAnsi" w:hint="default"/>
        <w:b/>
        <w:i w:val="0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866" w:hanging="360"/>
      </w:pPr>
    </w:lvl>
    <w:lvl w:ilvl="2" w:tplc="0408001B" w:tentative="1">
      <w:start w:val="1"/>
      <w:numFmt w:val="lowerRoman"/>
      <w:lvlText w:val="%3."/>
      <w:lvlJc w:val="right"/>
      <w:pPr>
        <w:ind w:left="2586" w:hanging="180"/>
      </w:pPr>
    </w:lvl>
    <w:lvl w:ilvl="3" w:tplc="0408000F" w:tentative="1">
      <w:start w:val="1"/>
      <w:numFmt w:val="decimal"/>
      <w:lvlText w:val="%4."/>
      <w:lvlJc w:val="left"/>
      <w:pPr>
        <w:ind w:left="3306" w:hanging="360"/>
      </w:pPr>
    </w:lvl>
    <w:lvl w:ilvl="4" w:tplc="04080019" w:tentative="1">
      <w:start w:val="1"/>
      <w:numFmt w:val="lowerLetter"/>
      <w:lvlText w:val="%5."/>
      <w:lvlJc w:val="left"/>
      <w:pPr>
        <w:ind w:left="4026" w:hanging="360"/>
      </w:pPr>
    </w:lvl>
    <w:lvl w:ilvl="5" w:tplc="0408001B" w:tentative="1">
      <w:start w:val="1"/>
      <w:numFmt w:val="lowerRoman"/>
      <w:lvlText w:val="%6."/>
      <w:lvlJc w:val="right"/>
      <w:pPr>
        <w:ind w:left="4746" w:hanging="180"/>
      </w:pPr>
    </w:lvl>
    <w:lvl w:ilvl="6" w:tplc="0408000F" w:tentative="1">
      <w:start w:val="1"/>
      <w:numFmt w:val="decimal"/>
      <w:lvlText w:val="%7."/>
      <w:lvlJc w:val="left"/>
      <w:pPr>
        <w:ind w:left="5466" w:hanging="360"/>
      </w:pPr>
    </w:lvl>
    <w:lvl w:ilvl="7" w:tplc="04080019" w:tentative="1">
      <w:start w:val="1"/>
      <w:numFmt w:val="lowerLetter"/>
      <w:lvlText w:val="%8."/>
      <w:lvlJc w:val="left"/>
      <w:pPr>
        <w:ind w:left="6186" w:hanging="360"/>
      </w:pPr>
    </w:lvl>
    <w:lvl w:ilvl="8" w:tplc="0408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0D935F6"/>
    <w:multiLevelType w:val="hybridMultilevel"/>
    <w:tmpl w:val="F80697D6"/>
    <w:lvl w:ilvl="0" w:tplc="040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02CE4"/>
    <w:multiLevelType w:val="hybridMultilevel"/>
    <w:tmpl w:val="442EFB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07"/>
    <w:rsid w:val="0005495F"/>
    <w:rsid w:val="00147C2D"/>
    <w:rsid w:val="0018048B"/>
    <w:rsid w:val="001C16D3"/>
    <w:rsid w:val="00200356"/>
    <w:rsid w:val="00244A44"/>
    <w:rsid w:val="00295437"/>
    <w:rsid w:val="002D2960"/>
    <w:rsid w:val="002E7918"/>
    <w:rsid w:val="00313890"/>
    <w:rsid w:val="00334F80"/>
    <w:rsid w:val="003E4F16"/>
    <w:rsid w:val="00573755"/>
    <w:rsid w:val="005826B1"/>
    <w:rsid w:val="005E4006"/>
    <w:rsid w:val="005E56C8"/>
    <w:rsid w:val="006D32C7"/>
    <w:rsid w:val="00700CCD"/>
    <w:rsid w:val="007429D9"/>
    <w:rsid w:val="00766B5D"/>
    <w:rsid w:val="007B3B33"/>
    <w:rsid w:val="007D4547"/>
    <w:rsid w:val="008313DB"/>
    <w:rsid w:val="008875E9"/>
    <w:rsid w:val="00893708"/>
    <w:rsid w:val="008A5908"/>
    <w:rsid w:val="00913F76"/>
    <w:rsid w:val="0095592F"/>
    <w:rsid w:val="009B4FA5"/>
    <w:rsid w:val="009C2405"/>
    <w:rsid w:val="00A36B0D"/>
    <w:rsid w:val="00B64A96"/>
    <w:rsid w:val="00BC093D"/>
    <w:rsid w:val="00BF0297"/>
    <w:rsid w:val="00C40B15"/>
    <w:rsid w:val="00CA0A17"/>
    <w:rsid w:val="00CB65FB"/>
    <w:rsid w:val="00D01F74"/>
    <w:rsid w:val="00D97B07"/>
    <w:rsid w:val="00DD7CC6"/>
    <w:rsid w:val="00E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56C57A8-F1F8-41C8-8AA8-DC9778AA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3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0A17"/>
    <w:pPr>
      <w:tabs>
        <w:tab w:val="center" w:pos="4153"/>
        <w:tab w:val="right" w:pos="8306"/>
      </w:tabs>
      <w:jc w:val="both"/>
    </w:pPr>
    <w:rPr>
      <w:rFonts w:ascii="Comic Sans MS" w:eastAsiaTheme="minorHAnsi" w:hAnsi="Comic Sans MS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0A17"/>
  </w:style>
  <w:style w:type="paragraph" w:styleId="Footer">
    <w:name w:val="footer"/>
    <w:basedOn w:val="Normal"/>
    <w:link w:val="FooterChar"/>
    <w:uiPriority w:val="99"/>
    <w:unhideWhenUsed/>
    <w:rsid w:val="00CA0A17"/>
    <w:pPr>
      <w:tabs>
        <w:tab w:val="center" w:pos="4153"/>
        <w:tab w:val="right" w:pos="8306"/>
      </w:tabs>
      <w:jc w:val="both"/>
    </w:pPr>
    <w:rPr>
      <w:rFonts w:ascii="Comic Sans MS" w:eastAsiaTheme="minorHAnsi" w:hAnsi="Comic Sans MS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0A17"/>
  </w:style>
  <w:style w:type="paragraph" w:styleId="DocumentMap">
    <w:name w:val="Document Map"/>
    <w:basedOn w:val="Normal"/>
    <w:link w:val="DocumentMapChar"/>
    <w:uiPriority w:val="99"/>
    <w:unhideWhenUsed/>
    <w:rsid w:val="00200356"/>
    <w:pPr>
      <w:jc w:val="both"/>
    </w:pPr>
    <w:rPr>
      <w:rFonts w:ascii="Tahoma" w:eastAsiaTheme="minorEastAsia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00356"/>
    <w:rPr>
      <w:rFonts w:ascii="Tahoma" w:eastAsiaTheme="minorEastAsi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5E4006"/>
    <w:pPr>
      <w:spacing w:after="160"/>
      <w:ind w:left="720"/>
      <w:contextualSpacing/>
      <w:jc w:val="both"/>
    </w:pPr>
    <w:rPr>
      <w:rFonts w:ascii="Comic Sans MS" w:eastAsiaTheme="minorHAnsi" w:hAnsi="Comic Sans MS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Users\Loutraki\Documents\Custom%20Office%20Templates\&#934;&#973;&#955;&#955;&#959;_&#949;&#961;&#947;&#945;&#963;&#953;&#945;&#96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88C23-3CC6-4B67-9BF4-44EE250E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Φύλλο_εργασιας</Template>
  <TotalTime>26</TotalTime>
  <Pages>4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Loutraki</dc:creator>
  <cp:keywords/>
  <dc:description/>
  <cp:lastModifiedBy>Frank R</cp:lastModifiedBy>
  <cp:revision>1</cp:revision>
  <dcterms:created xsi:type="dcterms:W3CDTF">2014-07-21T22:29:00Z</dcterms:created>
  <dcterms:modified xsi:type="dcterms:W3CDTF">2014-07-21T22:56:00Z</dcterms:modified>
</cp:coreProperties>
</file>